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EA5182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  <w:bookmarkStart w:id="0" w:name="_GoBack"/>
      <w:bookmarkEnd w:id="0"/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43547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43547">
        <w:tc>
          <w:tcPr>
            <w:tcW w:w="2969" w:type="dxa"/>
          </w:tcPr>
          <w:p w14:paraId="23AEE7F5" w14:textId="3BA1412A" w:rsidR="00EF3BFB" w:rsidRPr="00EE2FE1" w:rsidRDefault="00631526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631526">
              <w:rPr>
                <w:rFonts w:asciiTheme="majorHAnsi" w:hAnsiTheme="majorHAnsi"/>
              </w:rPr>
              <w:t>Serverov</w:t>
            </w:r>
            <w:r w:rsidR="00B27318">
              <w:rPr>
                <w:rFonts w:asciiTheme="majorHAnsi" w:hAnsiTheme="majorHAnsi"/>
              </w:rPr>
              <w:t>é</w:t>
            </w:r>
            <w:r w:rsidRPr="00631526">
              <w:rPr>
                <w:rFonts w:asciiTheme="majorHAnsi" w:hAnsiTheme="majorHAnsi"/>
              </w:rPr>
              <w:t xml:space="preserve"> nod</w:t>
            </w:r>
            <w:r w:rsidR="00B27318">
              <w:rPr>
                <w:rFonts w:asciiTheme="majorHAnsi" w:hAnsiTheme="majorHAnsi"/>
              </w:rPr>
              <w:t xml:space="preserve">y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1A4731">
              <w:rPr>
                <w:rFonts w:asciiTheme="majorHAnsi" w:hAnsiTheme="majorHAnsi"/>
              </w:rPr>
              <w:t>a.</w:t>
            </w:r>
            <w:r w:rsidR="00167E06" w:rsidRPr="00167E06">
              <w:rPr>
                <w:rFonts w:asciiTheme="majorHAnsi" w:hAnsiTheme="majorHAnsi"/>
              </w:rPr>
              <w:t xml:space="preserve"> dle Specifikace plnění)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328DF937" w:rsidR="00EF3BFB" w:rsidRPr="00167E06" w:rsidRDefault="007D2CA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43547">
        <w:tc>
          <w:tcPr>
            <w:tcW w:w="2969" w:type="dxa"/>
          </w:tcPr>
          <w:p w14:paraId="3BE5DF63" w14:textId="72E56AB4" w:rsidR="00EF3BFB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</w:rPr>
              <w:t>Diskové pole</w:t>
            </w:r>
            <w:r w:rsidR="00167E06">
              <w:rPr>
                <w:rFonts w:asciiTheme="majorHAnsi" w:hAnsiTheme="majorHAnsi"/>
              </w:rPr>
              <w:t xml:space="preserve"> </w:t>
            </w:r>
            <w:r w:rsidR="00167E06" w:rsidRPr="00167E06">
              <w:rPr>
                <w:rFonts w:asciiTheme="majorHAnsi" w:hAnsiTheme="majorHAnsi"/>
              </w:rPr>
              <w:t xml:space="preserve">(položka </w:t>
            </w:r>
            <w:r w:rsidR="00605B48">
              <w:rPr>
                <w:rFonts w:asciiTheme="majorHAnsi" w:hAnsiTheme="majorHAnsi"/>
              </w:rPr>
              <w:t>b.</w:t>
            </w:r>
            <w:r w:rsidR="00167E06" w:rsidRPr="00167E06">
              <w:rPr>
                <w:rFonts w:asciiTheme="majorHAnsi" w:hAnsiTheme="majorHAnsi"/>
              </w:rPr>
              <w:t xml:space="preserve"> </w:t>
            </w:r>
            <w:proofErr w:type="gramStart"/>
            <w:r w:rsidR="00167E06" w:rsidRPr="00167E06">
              <w:rPr>
                <w:rFonts w:asciiTheme="majorHAnsi" w:hAnsiTheme="majorHAnsi"/>
              </w:rPr>
              <w:t>dle</w:t>
            </w:r>
            <w:proofErr w:type="gramEnd"/>
            <w:r w:rsidR="00167E06" w:rsidRPr="00167E06">
              <w:rPr>
                <w:rFonts w:asciiTheme="majorHAnsi" w:hAnsiTheme="majorHAnsi"/>
              </w:rPr>
              <w:t xml:space="preserve"> Specifikace plnění)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054BA392" w:rsidR="00EF3BFB" w:rsidRPr="00167E06" w:rsidRDefault="007D2CA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43547">
        <w:tc>
          <w:tcPr>
            <w:tcW w:w="2969" w:type="dxa"/>
          </w:tcPr>
          <w:p w14:paraId="2200F7F8" w14:textId="28EC92E1" w:rsidR="004B3B11" w:rsidRPr="00125A6F" w:rsidRDefault="004B3B11" w:rsidP="00A43547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5E1F0D" w:rsidRPr="005E1F0D">
              <w:rPr>
                <w:rFonts w:asciiTheme="majorHAnsi" w:hAnsiTheme="majorHAnsi"/>
              </w:rPr>
              <w:t xml:space="preserve"> </w:t>
            </w:r>
            <w:r w:rsidR="001A4731">
              <w:rPr>
                <w:rFonts w:asciiTheme="majorHAnsi" w:hAnsiTheme="majorHAnsi"/>
              </w:rPr>
              <w:t>(</w:t>
            </w:r>
            <w:r w:rsidR="005E1F0D" w:rsidRPr="005E1F0D">
              <w:rPr>
                <w:rFonts w:asciiTheme="majorHAnsi" w:hAnsiTheme="majorHAnsi"/>
              </w:rPr>
              <w:t>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43547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43547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43547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7AD7EC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301B791D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328DDBC" w14:textId="77777777" w:rsidR="00522B68" w:rsidRDefault="00522B68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2F124D2" w14:textId="03540017" w:rsidR="006262F2" w:rsidRPr="00221465" w:rsidRDefault="006262F2" w:rsidP="006262F2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cena za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81E7CD5" w14:textId="77777777" w:rsidR="006262F2" w:rsidRPr="00221465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397"/>
        <w:gridCol w:w="2268"/>
        <w:gridCol w:w="851"/>
        <w:gridCol w:w="2112"/>
      </w:tblGrid>
      <w:tr w:rsidR="006262F2" w:rsidRPr="00221465" w14:paraId="40F7EE5B" w14:textId="77777777" w:rsidTr="00A43547">
        <w:tc>
          <w:tcPr>
            <w:tcW w:w="3397" w:type="dxa"/>
            <w:shd w:val="clear" w:color="auto" w:fill="D9D9D9"/>
          </w:tcPr>
          <w:p w14:paraId="24A7CA7A" w14:textId="493B26BC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2C3499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9D9D9"/>
          </w:tcPr>
          <w:p w14:paraId="540F6EA7" w14:textId="2154A06A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851" w:type="dxa"/>
            <w:shd w:val="clear" w:color="auto" w:fill="D9D9D9"/>
          </w:tcPr>
          <w:p w14:paraId="6F14EFAE" w14:textId="77777777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12" w:type="dxa"/>
            <w:shd w:val="clear" w:color="auto" w:fill="D9D9D9"/>
          </w:tcPr>
          <w:p w14:paraId="113BDF73" w14:textId="53756809" w:rsidR="006262F2" w:rsidRPr="00FF65DD" w:rsidRDefault="006262F2" w:rsidP="00927BA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2C3499" w:rsidRPr="002C3499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6262F2" w:rsidRPr="00221465" w14:paraId="10A97C55" w14:textId="77777777" w:rsidTr="00A43547">
        <w:tc>
          <w:tcPr>
            <w:tcW w:w="3397" w:type="dxa"/>
          </w:tcPr>
          <w:p w14:paraId="02800004" w14:textId="21C76BE6" w:rsidR="006262F2" w:rsidRPr="00EE2FE1" w:rsidRDefault="001A4731" w:rsidP="00A43547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proofErr w:type="spellStart"/>
            <w:r w:rsidRPr="001A4731">
              <w:rPr>
                <w:rFonts w:asciiTheme="majorHAnsi" w:hAnsiTheme="majorHAnsi"/>
              </w:rPr>
              <w:t>VMware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vSphere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Enterprise</w:t>
            </w:r>
            <w:proofErr w:type="spellEnd"/>
            <w:r w:rsidRPr="001A4731">
              <w:rPr>
                <w:rFonts w:asciiTheme="majorHAnsi" w:hAnsiTheme="majorHAnsi"/>
              </w:rPr>
              <w:t xml:space="preserve"> Plus verze 7 nebo vyšší</w:t>
            </w:r>
          </w:p>
        </w:tc>
        <w:tc>
          <w:tcPr>
            <w:tcW w:w="2268" w:type="dxa"/>
          </w:tcPr>
          <w:p w14:paraId="038D3C99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5C5A7454" w14:textId="5CE36214" w:rsidR="006262F2" w:rsidRPr="00A43547" w:rsidRDefault="007D2CAC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112" w:type="dxa"/>
          </w:tcPr>
          <w:p w14:paraId="152D9493" w14:textId="77777777" w:rsidR="006262F2" w:rsidRPr="00FF65DD" w:rsidRDefault="006262F2" w:rsidP="00927BA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D2CAC" w:rsidRPr="00221465" w14:paraId="730AD127" w14:textId="77777777" w:rsidTr="00A43547">
        <w:tc>
          <w:tcPr>
            <w:tcW w:w="3397" w:type="dxa"/>
          </w:tcPr>
          <w:p w14:paraId="0E41ED64" w14:textId="0172CC5A" w:rsidR="007D2CAC" w:rsidRPr="001A4731" w:rsidRDefault="007D2CAC" w:rsidP="007D2CAC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1A4731">
              <w:rPr>
                <w:rFonts w:asciiTheme="majorHAnsi" w:hAnsiTheme="majorHAnsi"/>
              </w:rPr>
              <w:t>VMware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 w:rsidRPr="001A4731">
              <w:rPr>
                <w:rFonts w:asciiTheme="majorHAnsi" w:hAnsiTheme="majorHAnsi"/>
              </w:rPr>
              <w:t>v</w:t>
            </w:r>
            <w:r>
              <w:rPr>
                <w:rFonts w:asciiTheme="majorHAnsi" w:hAnsiTheme="majorHAnsi"/>
              </w:rPr>
              <w:t>SAN</w:t>
            </w:r>
            <w:proofErr w:type="spellEnd"/>
            <w:r w:rsidRPr="001A4731"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Advanced</w:t>
            </w:r>
            <w:proofErr w:type="spellEnd"/>
            <w:r w:rsidRPr="001A4731">
              <w:rPr>
                <w:rFonts w:asciiTheme="majorHAnsi" w:hAnsiTheme="majorHAnsi"/>
              </w:rPr>
              <w:t xml:space="preserve"> verze 7 nebo vyšší</w:t>
            </w:r>
          </w:p>
        </w:tc>
        <w:tc>
          <w:tcPr>
            <w:tcW w:w="2268" w:type="dxa"/>
          </w:tcPr>
          <w:p w14:paraId="123CCC54" w14:textId="7200D3FE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4177726E" w14:textId="24D19922" w:rsidR="007D2CAC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112" w:type="dxa"/>
          </w:tcPr>
          <w:p w14:paraId="1E6DBD7B" w14:textId="17EC8073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D2CAC" w:rsidRPr="00221465" w14:paraId="27BC5632" w14:textId="77777777" w:rsidTr="00A43547">
        <w:tc>
          <w:tcPr>
            <w:tcW w:w="3397" w:type="dxa"/>
          </w:tcPr>
          <w:p w14:paraId="638E7F2E" w14:textId="549BFB8B" w:rsidR="007D2CAC" w:rsidRPr="001A4731" w:rsidRDefault="007D2CAC" w:rsidP="007D2CAC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1A4731">
              <w:rPr>
                <w:rFonts w:asciiTheme="majorHAnsi" w:hAnsiTheme="majorHAnsi"/>
              </w:rPr>
              <w:lastRenderedPageBreak/>
              <w:t>vCenter</w:t>
            </w:r>
            <w:proofErr w:type="spellEnd"/>
            <w:r w:rsidRPr="001A4731">
              <w:rPr>
                <w:rFonts w:asciiTheme="majorHAnsi" w:hAnsiTheme="majorHAnsi"/>
              </w:rPr>
              <w:t xml:space="preserve"> Server 7 Standard</w:t>
            </w:r>
          </w:p>
        </w:tc>
        <w:tc>
          <w:tcPr>
            <w:tcW w:w="2268" w:type="dxa"/>
          </w:tcPr>
          <w:p w14:paraId="6CB1EB83" w14:textId="11919CFE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851" w:type="dxa"/>
          </w:tcPr>
          <w:p w14:paraId="00A4FEB3" w14:textId="38847AA4" w:rsidR="007D2CAC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112" w:type="dxa"/>
          </w:tcPr>
          <w:p w14:paraId="54CBC11D" w14:textId="37872DD7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D2CAC" w:rsidRPr="00221465" w14:paraId="64FBF134" w14:textId="77777777" w:rsidTr="00A43547">
        <w:tc>
          <w:tcPr>
            <w:tcW w:w="3397" w:type="dxa"/>
          </w:tcPr>
          <w:p w14:paraId="0A23675F" w14:textId="73CBCB21" w:rsidR="007D2CAC" w:rsidRPr="00FF65DD" w:rsidRDefault="007D2CAC" w:rsidP="007D2CAC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 bez DPH</w:t>
            </w:r>
          </w:p>
        </w:tc>
        <w:tc>
          <w:tcPr>
            <w:tcW w:w="5231" w:type="dxa"/>
            <w:gridSpan w:val="3"/>
          </w:tcPr>
          <w:p w14:paraId="0B4158E5" w14:textId="77777777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D2CAC" w:rsidRPr="00221465" w14:paraId="78D3D3EA" w14:textId="77777777" w:rsidTr="00A43547">
        <w:trPr>
          <w:trHeight w:val="682"/>
        </w:trPr>
        <w:tc>
          <w:tcPr>
            <w:tcW w:w="3397" w:type="dxa"/>
          </w:tcPr>
          <w:p w14:paraId="30613195" w14:textId="77777777" w:rsidR="007D2CAC" w:rsidRPr="00FF65DD" w:rsidRDefault="007D2CAC" w:rsidP="007D2CA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231" w:type="dxa"/>
            <w:gridSpan w:val="3"/>
          </w:tcPr>
          <w:p w14:paraId="1BB7E4DE" w14:textId="77777777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D2CAC" w:rsidRPr="00221465" w14:paraId="3F2F8D21" w14:textId="77777777" w:rsidTr="00A43547">
        <w:tc>
          <w:tcPr>
            <w:tcW w:w="3397" w:type="dxa"/>
          </w:tcPr>
          <w:p w14:paraId="7175ABD8" w14:textId="0681B5DD" w:rsidR="007D2CAC" w:rsidRPr="00FF65DD" w:rsidRDefault="007D2CAC" w:rsidP="007D2CA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Pr="002C3499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231" w:type="dxa"/>
            <w:gridSpan w:val="3"/>
          </w:tcPr>
          <w:p w14:paraId="4A4E76C7" w14:textId="77777777" w:rsidR="007D2CAC" w:rsidRPr="00FF65DD" w:rsidRDefault="007D2CAC" w:rsidP="007D2CA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E4606DA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776A824" w14:textId="77777777" w:rsidR="00EB0CB9" w:rsidRDefault="00EB0CB9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F81A731" w14:textId="77777777" w:rsidR="006262F2" w:rsidRDefault="006262F2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823"/>
        <w:gridCol w:w="4649"/>
      </w:tblGrid>
      <w:tr w:rsidR="00EF3BFB" w:rsidRPr="00FF65DD" w14:paraId="73494CF8" w14:textId="77777777" w:rsidTr="00A43547">
        <w:trPr>
          <w:trHeight w:val="761"/>
        </w:trPr>
        <w:tc>
          <w:tcPr>
            <w:tcW w:w="3823" w:type="dxa"/>
          </w:tcPr>
          <w:p w14:paraId="01DF33ED" w14:textId="236DF862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1" w:name="_Hlk28982191"/>
            <w:r w:rsidRPr="00FF65DD">
              <w:rPr>
                <w:rFonts w:asciiTheme="majorHAnsi" w:hAnsiTheme="majorHAnsi"/>
                <w:b/>
              </w:rPr>
              <w:t>Celková Cena za Plnění, tj.</w:t>
            </w:r>
            <w:r w:rsidR="00076217">
              <w:rPr>
                <w:rFonts w:asciiTheme="majorHAnsi" w:hAnsiTheme="majorHAnsi"/>
                <w:b/>
              </w:rPr>
              <w:t> </w:t>
            </w:r>
            <w:r w:rsidRPr="00FF65DD">
              <w:rPr>
                <w:rFonts w:asciiTheme="majorHAnsi" w:hAnsiTheme="majorHAnsi"/>
                <w:b/>
              </w:rPr>
              <w:t>součet výše uvedených</w:t>
            </w:r>
            <w:r w:rsidR="003825D8">
              <w:rPr>
                <w:rFonts w:asciiTheme="majorHAnsi" w:hAnsiTheme="majorHAnsi"/>
                <w:b/>
              </w:rPr>
              <w:t xml:space="preserve"> celkových</w:t>
            </w:r>
            <w:r w:rsidRPr="00FF65DD">
              <w:rPr>
                <w:rFonts w:asciiTheme="majorHAnsi" w:hAnsiTheme="majorHAnsi"/>
                <w:b/>
              </w:rPr>
              <w:t xml:space="preserve"> cen</w:t>
            </w:r>
            <w:r w:rsidR="003825D8">
              <w:rPr>
                <w:rFonts w:asciiTheme="majorHAnsi" w:hAnsiTheme="majorHAnsi"/>
                <w:b/>
              </w:rPr>
              <w:t xml:space="preserve"> za HW a SW</w:t>
            </w:r>
            <w:r w:rsidRPr="00FF65DD">
              <w:rPr>
                <w:rFonts w:asciiTheme="majorHAnsi" w:hAnsiTheme="majorHAnsi"/>
                <w:b/>
              </w:rPr>
              <w:t xml:space="preserve"> (v Kč bez DPH): </w:t>
            </w:r>
          </w:p>
        </w:tc>
        <w:tc>
          <w:tcPr>
            <w:tcW w:w="4649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A43547">
        <w:trPr>
          <w:trHeight w:val="730"/>
        </w:trPr>
        <w:tc>
          <w:tcPr>
            <w:tcW w:w="3823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649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A43547">
        <w:trPr>
          <w:trHeight w:val="840"/>
        </w:trPr>
        <w:tc>
          <w:tcPr>
            <w:tcW w:w="3823" w:type="dxa"/>
          </w:tcPr>
          <w:p w14:paraId="0FF8D658" w14:textId="1ED5BD69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076217">
              <w:rPr>
                <w:rFonts w:asciiTheme="majorHAnsi" w:hAnsiTheme="majorHAnsi"/>
                <w:b/>
              </w:rPr>
              <w:t>Plnění</w:t>
            </w:r>
            <w:r>
              <w:rPr>
                <w:rFonts w:asciiTheme="majorHAnsi" w:hAnsiTheme="majorHAnsi"/>
                <w:b/>
              </w:rPr>
              <w:t xml:space="preserve"> v Kč včetně DPH</w:t>
            </w:r>
          </w:p>
        </w:tc>
        <w:tc>
          <w:tcPr>
            <w:tcW w:w="4649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1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7CD9A" w14:textId="77777777" w:rsidR="00AE2683" w:rsidRDefault="00AE2683" w:rsidP="00962258">
      <w:pPr>
        <w:spacing w:after="0" w:line="240" w:lineRule="auto"/>
      </w:pPr>
      <w:r>
        <w:separator/>
      </w:r>
    </w:p>
  </w:endnote>
  <w:endnote w:type="continuationSeparator" w:id="0">
    <w:p w14:paraId="13E2D312" w14:textId="77777777" w:rsidR="00AE2683" w:rsidRDefault="00AE26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D8F93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5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5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7C9BE4E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5A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5A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BB28F" w14:textId="77777777" w:rsidR="00AE2683" w:rsidRDefault="00AE2683" w:rsidP="00962258">
      <w:pPr>
        <w:spacing w:after="0" w:line="240" w:lineRule="auto"/>
      </w:pPr>
      <w:r>
        <w:separator/>
      </w:r>
    </w:p>
  </w:footnote>
  <w:footnote w:type="continuationSeparator" w:id="0">
    <w:p w14:paraId="7ECD0894" w14:textId="77777777" w:rsidR="00AE2683" w:rsidRDefault="00AE26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72C1E"/>
    <w:rsid w:val="00076217"/>
    <w:rsid w:val="000B7377"/>
    <w:rsid w:val="000E23A7"/>
    <w:rsid w:val="000E4423"/>
    <w:rsid w:val="0010693F"/>
    <w:rsid w:val="00114472"/>
    <w:rsid w:val="00125A6F"/>
    <w:rsid w:val="00137C25"/>
    <w:rsid w:val="001433F3"/>
    <w:rsid w:val="001550BC"/>
    <w:rsid w:val="001605B9"/>
    <w:rsid w:val="00167E06"/>
    <w:rsid w:val="00170EC5"/>
    <w:rsid w:val="001747C1"/>
    <w:rsid w:val="00184743"/>
    <w:rsid w:val="001A4731"/>
    <w:rsid w:val="001E496E"/>
    <w:rsid w:val="00207DF5"/>
    <w:rsid w:val="002162E5"/>
    <w:rsid w:val="00220A81"/>
    <w:rsid w:val="002214AC"/>
    <w:rsid w:val="00280E07"/>
    <w:rsid w:val="00294529"/>
    <w:rsid w:val="002C31BF"/>
    <w:rsid w:val="002C3499"/>
    <w:rsid w:val="002D08B1"/>
    <w:rsid w:val="002D5A4E"/>
    <w:rsid w:val="002E0CD7"/>
    <w:rsid w:val="002F3625"/>
    <w:rsid w:val="003254A6"/>
    <w:rsid w:val="00341DCF"/>
    <w:rsid w:val="00357BC6"/>
    <w:rsid w:val="003825D8"/>
    <w:rsid w:val="00394E99"/>
    <w:rsid w:val="003956C6"/>
    <w:rsid w:val="003A59D4"/>
    <w:rsid w:val="003B71C1"/>
    <w:rsid w:val="003E694F"/>
    <w:rsid w:val="00407391"/>
    <w:rsid w:val="00421A01"/>
    <w:rsid w:val="00436802"/>
    <w:rsid w:val="00441430"/>
    <w:rsid w:val="00450F07"/>
    <w:rsid w:val="0045338C"/>
    <w:rsid w:val="00453CD3"/>
    <w:rsid w:val="00460660"/>
    <w:rsid w:val="00485E48"/>
    <w:rsid w:val="00486107"/>
    <w:rsid w:val="00487B1C"/>
    <w:rsid w:val="00491827"/>
    <w:rsid w:val="004A359F"/>
    <w:rsid w:val="004B348C"/>
    <w:rsid w:val="004B3B11"/>
    <w:rsid w:val="004B5618"/>
    <w:rsid w:val="004C4399"/>
    <w:rsid w:val="004C787C"/>
    <w:rsid w:val="004D7B5A"/>
    <w:rsid w:val="004E143C"/>
    <w:rsid w:val="004E3A53"/>
    <w:rsid w:val="004F169B"/>
    <w:rsid w:val="004F20BC"/>
    <w:rsid w:val="004F4B9B"/>
    <w:rsid w:val="004F69EA"/>
    <w:rsid w:val="00511AB9"/>
    <w:rsid w:val="00522B68"/>
    <w:rsid w:val="00523EA7"/>
    <w:rsid w:val="00553375"/>
    <w:rsid w:val="00557C28"/>
    <w:rsid w:val="005736B7"/>
    <w:rsid w:val="00575E5A"/>
    <w:rsid w:val="005E1F0D"/>
    <w:rsid w:val="005F1404"/>
    <w:rsid w:val="00605B48"/>
    <w:rsid w:val="0061068E"/>
    <w:rsid w:val="006200BE"/>
    <w:rsid w:val="006262F2"/>
    <w:rsid w:val="00631526"/>
    <w:rsid w:val="00656B8C"/>
    <w:rsid w:val="006572F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5329"/>
    <w:rsid w:val="00723ED1"/>
    <w:rsid w:val="00743525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D2CAC"/>
    <w:rsid w:val="007E4A6E"/>
    <w:rsid w:val="007F56A7"/>
    <w:rsid w:val="00807DD0"/>
    <w:rsid w:val="008128E4"/>
    <w:rsid w:val="00824217"/>
    <w:rsid w:val="00844791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1D0A"/>
    <w:rsid w:val="00992D9C"/>
    <w:rsid w:val="00996CB8"/>
    <w:rsid w:val="009B079B"/>
    <w:rsid w:val="009B14A9"/>
    <w:rsid w:val="009B2E97"/>
    <w:rsid w:val="009B6642"/>
    <w:rsid w:val="009E07F4"/>
    <w:rsid w:val="009E128B"/>
    <w:rsid w:val="009E2658"/>
    <w:rsid w:val="009F392E"/>
    <w:rsid w:val="009F5320"/>
    <w:rsid w:val="00A43547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079C"/>
    <w:rsid w:val="00AD6731"/>
    <w:rsid w:val="00AE22CB"/>
    <w:rsid w:val="00AE2683"/>
    <w:rsid w:val="00B028D9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831A3"/>
    <w:rsid w:val="00D977EB"/>
    <w:rsid w:val="00DC4900"/>
    <w:rsid w:val="00DC75F3"/>
    <w:rsid w:val="00DD46F3"/>
    <w:rsid w:val="00DE56F2"/>
    <w:rsid w:val="00DF116D"/>
    <w:rsid w:val="00DF3543"/>
    <w:rsid w:val="00E36C4A"/>
    <w:rsid w:val="00E421E1"/>
    <w:rsid w:val="00E564E8"/>
    <w:rsid w:val="00EA2BAA"/>
    <w:rsid w:val="00EA5182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  <w:rsid w:val="00FD45A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a2e7f628-ce82-4da9-b257-4161d8a5e7ef"/>
    <ds:schemaRef ds:uri="bb3ea2cb-d0dd-4380-9e6d-7a9977b685a4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BCC3E8-67D7-4398-A9E3-5068BE36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204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2024-01-12T09:34:00Z</dcterms:created>
  <dcterms:modified xsi:type="dcterms:W3CDTF">2024-01-12T09:34:00Z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